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60629" w14:paraId="44748B80" w14:textId="77777777" w:rsidTr="00C94136">
        <w:tc>
          <w:tcPr>
            <w:tcW w:w="2689" w:type="dxa"/>
          </w:tcPr>
          <w:p w14:paraId="5F7067FC" w14:textId="337D83C4" w:rsidR="00D60629" w:rsidRPr="00D60629" w:rsidRDefault="00D60629" w:rsidP="00D60629">
            <w:pPr>
              <w:pStyle w:val="SIText"/>
            </w:pPr>
            <w:r w:rsidRPr="00B616D1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6520AC8" w14:textId="0FEEFD99" w:rsidR="00D60629" w:rsidRPr="00D60629" w:rsidRDefault="00D60629" w:rsidP="00D60629">
            <w:pPr>
              <w:pStyle w:val="SIText"/>
            </w:pPr>
            <w:r w:rsidRPr="00B616D1">
              <w:t>This version released with AHC Agriculture, Horticulture, Conservation and Land Manag</w:t>
            </w:r>
            <w:r>
              <w:t xml:space="preserve">ement Training Package Version </w:t>
            </w:r>
            <w:r w:rsidRPr="00A4592B">
              <w:rPr>
                <w:rStyle w:val="SITemporaryText-blue"/>
              </w:rPr>
              <w:t>X</w:t>
            </w:r>
            <w:r w:rsidRPr="00B616D1">
              <w:t>.0.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78D0A94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40</w:t>
            </w:r>
            <w:r w:rsidR="00F94876">
              <w:t>7</w:t>
            </w:r>
          </w:p>
        </w:tc>
        <w:tc>
          <w:tcPr>
            <w:tcW w:w="3604" w:type="pct"/>
            <w:shd w:val="clear" w:color="auto" w:fill="auto"/>
          </w:tcPr>
          <w:p w14:paraId="01D80964" w14:textId="2F34BA34" w:rsidR="00F1480E" w:rsidRPr="005404CB" w:rsidRDefault="00F94876" w:rsidP="005404CB">
            <w:pPr>
              <w:pStyle w:val="SIUnittitle"/>
            </w:pPr>
            <w:r w:rsidRPr="00F94876">
              <w:t>Design harvesting and storage systems for permaculture products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CCF050" w14:textId="403FB98F" w:rsidR="00F94876" w:rsidRPr="00F94876" w:rsidRDefault="00F94876" w:rsidP="00F94876">
            <w:r w:rsidRPr="00F94876">
              <w:t xml:space="preserve">This unit of competency describes the skills and knowledge required to </w:t>
            </w:r>
            <w:r w:rsidR="001662C1">
              <w:t>determine</w:t>
            </w:r>
            <w:r w:rsidRPr="00F94876">
              <w:t xml:space="preserve"> </w:t>
            </w:r>
            <w:r w:rsidR="001662C1">
              <w:t xml:space="preserve">requirements for optimum conditions and plan for </w:t>
            </w:r>
            <w:r w:rsidRPr="00F94876">
              <w:t xml:space="preserve">harvesting and storage </w:t>
            </w:r>
            <w:r w:rsidR="001662C1">
              <w:t>of</w:t>
            </w:r>
            <w:r w:rsidRPr="00F94876">
              <w:t xml:space="preserve"> produc</w:t>
            </w:r>
            <w:r w:rsidR="001662C1">
              <w:t>e</w:t>
            </w:r>
            <w:r w:rsidRPr="00F94876">
              <w:t xml:space="preserve"> to meet </w:t>
            </w:r>
            <w:proofErr w:type="gramStart"/>
            <w:r w:rsidRPr="00F94876">
              <w:t>year round</w:t>
            </w:r>
            <w:proofErr w:type="gramEnd"/>
            <w:r w:rsidRPr="00F94876">
              <w:t xml:space="preserve"> supply of fresh and stored </w:t>
            </w:r>
            <w:r w:rsidR="001662C1">
              <w:t xml:space="preserve">products from a </w:t>
            </w:r>
            <w:r w:rsidRPr="00F94876">
              <w:t xml:space="preserve">permaculture </w:t>
            </w:r>
            <w:r w:rsidR="001662C1">
              <w:t>system</w:t>
            </w:r>
            <w:r w:rsidRPr="00F94876">
              <w:t>.</w:t>
            </w:r>
          </w:p>
          <w:p w14:paraId="22F618DA" w14:textId="77777777" w:rsidR="00F94876" w:rsidRDefault="00F94876" w:rsidP="00F94876"/>
          <w:p w14:paraId="262C00E9" w14:textId="1E6850F2" w:rsidR="00F94876" w:rsidRPr="00F94876" w:rsidRDefault="00F94876" w:rsidP="00F94876">
            <w:r w:rsidRPr="00F94876">
              <w:t xml:space="preserve">This unit applies to individuals who take responsibility for their own work and for the quality of the work of others. They use discretion and judgement in the selection, </w:t>
            </w:r>
            <w:proofErr w:type="gramStart"/>
            <w:r w:rsidRPr="00F94876">
              <w:t>allocation</w:t>
            </w:r>
            <w:proofErr w:type="gramEnd"/>
            <w:r w:rsidRPr="00F94876">
              <w:t xml:space="preserve"> and use of available resources.</w:t>
            </w:r>
          </w:p>
          <w:p w14:paraId="423C4D25" w14:textId="77777777" w:rsidR="00F94876" w:rsidRDefault="00F94876" w:rsidP="00F94876"/>
          <w:p w14:paraId="22C15BCD" w14:textId="430354E2" w:rsidR="00373436" w:rsidRPr="000754EC" w:rsidRDefault="00A41D70" w:rsidP="00A4592B">
            <w:r w:rsidRPr="00A41D70">
              <w:t>Licensing</w:t>
            </w:r>
            <w:r w:rsidR="00F94876" w:rsidRPr="00F94876">
              <w:t xml:space="preserve">, legislative or certification requirements </w:t>
            </w:r>
            <w:r w:rsidRPr="00A41D70">
              <w:t>may</w:t>
            </w:r>
            <w:r w:rsidR="00F94876" w:rsidRPr="00F94876">
              <w:t xml:space="preserve"> apply to this unit </w:t>
            </w:r>
            <w:r w:rsidRPr="00A41D70">
              <w:t>where handling, processing and distribution of permaculture produc</w:t>
            </w:r>
            <w:r>
              <w:t>e</w:t>
            </w:r>
            <w:r w:rsidRPr="00A41D70">
              <w:t xml:space="preserve"> are used for human consumption. Users are advised to check with</w:t>
            </w:r>
            <w:r w:rsidR="00F94876" w:rsidRPr="00F94876">
              <w:t xml:space="preserve"> the </w:t>
            </w:r>
            <w:r w:rsidRPr="00A41D70">
              <w:t>relevant regulatory authority.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559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CE8B1F5" w:rsidR="0078559E" w:rsidRPr="0078559E" w:rsidRDefault="0078559E" w:rsidP="0078559E">
            <w:pPr>
              <w:pStyle w:val="SIText"/>
            </w:pPr>
            <w:r w:rsidRPr="0078559E">
              <w:t>1. Determine harvesting and storage system requirements</w:t>
            </w:r>
          </w:p>
        </w:tc>
        <w:tc>
          <w:tcPr>
            <w:tcW w:w="3604" w:type="pct"/>
            <w:shd w:val="clear" w:color="auto" w:fill="auto"/>
          </w:tcPr>
          <w:p w14:paraId="62E0454C" w14:textId="4A43D7C0" w:rsidR="0078559E" w:rsidRPr="0078559E" w:rsidRDefault="0078559E" w:rsidP="0078559E">
            <w:r w:rsidRPr="0078559E">
              <w:t xml:space="preserve">1.1 </w:t>
            </w:r>
            <w:r w:rsidR="00D03AD4">
              <w:t>Determine</w:t>
            </w:r>
            <w:r w:rsidRPr="0078559E">
              <w:t xml:space="preserve"> range and type of </w:t>
            </w:r>
            <w:r w:rsidR="001662C1">
              <w:t>produce</w:t>
            </w:r>
            <w:r w:rsidRPr="0078559E">
              <w:t xml:space="preserve"> to be harvested and stored with </w:t>
            </w:r>
            <w:r w:rsidR="00D03AD4">
              <w:t>stakeholders</w:t>
            </w:r>
          </w:p>
          <w:p w14:paraId="50CF51BF" w14:textId="27B8B259" w:rsidR="0078559E" w:rsidRPr="0078559E" w:rsidRDefault="0078559E" w:rsidP="0078559E">
            <w:r w:rsidRPr="0078559E">
              <w:t xml:space="preserve">1.2 Determine seasonal requirements for </w:t>
            </w:r>
            <w:r w:rsidR="001662C1">
              <w:t>produce</w:t>
            </w:r>
          </w:p>
          <w:p w14:paraId="3C7FDDC2" w14:textId="739ED2C0" w:rsidR="0078559E" w:rsidRPr="0078559E" w:rsidRDefault="0078559E" w:rsidP="0078559E">
            <w:r w:rsidRPr="0078559E">
              <w:t xml:space="preserve">1.3 Define optimum harvesting, </w:t>
            </w:r>
            <w:proofErr w:type="gramStart"/>
            <w:r w:rsidRPr="0078559E">
              <w:t>processing</w:t>
            </w:r>
            <w:proofErr w:type="gramEnd"/>
            <w:r w:rsidRPr="0078559E">
              <w:t xml:space="preserve"> and storage techniques for </w:t>
            </w:r>
            <w:r w:rsidR="001662C1">
              <w:t>produce</w:t>
            </w:r>
          </w:p>
          <w:p w14:paraId="4B044429" w14:textId="62396251" w:rsidR="0078559E" w:rsidRPr="0078559E" w:rsidRDefault="0078559E" w:rsidP="0078559E">
            <w:r w:rsidRPr="0078559E">
              <w:t xml:space="preserve">1.4 Determine </w:t>
            </w:r>
            <w:r w:rsidR="001662C1">
              <w:t xml:space="preserve">resource </w:t>
            </w:r>
            <w:r w:rsidR="00D03AD4">
              <w:t>requirements</w:t>
            </w:r>
            <w:r w:rsidR="001662C1">
              <w:t xml:space="preserve"> for harvesting and </w:t>
            </w:r>
            <w:r w:rsidRPr="0078559E">
              <w:t xml:space="preserve">storage </w:t>
            </w:r>
            <w:r w:rsidR="001662C1">
              <w:t>system</w:t>
            </w:r>
          </w:p>
        </w:tc>
      </w:tr>
      <w:tr w:rsidR="0078559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5A8A3D1" w:rsidR="0078559E" w:rsidRPr="0078559E" w:rsidRDefault="0078559E" w:rsidP="0078559E">
            <w:pPr>
              <w:pStyle w:val="SIText"/>
            </w:pPr>
            <w:r w:rsidRPr="0078559E">
              <w:t>2. Identify requirements for maintaining optimum condition of permaculture products</w:t>
            </w:r>
          </w:p>
        </w:tc>
        <w:tc>
          <w:tcPr>
            <w:tcW w:w="3604" w:type="pct"/>
            <w:shd w:val="clear" w:color="auto" w:fill="auto"/>
          </w:tcPr>
          <w:p w14:paraId="0D220839" w14:textId="094CB035" w:rsidR="0078559E" w:rsidRPr="0078559E" w:rsidRDefault="0078559E" w:rsidP="0078559E">
            <w:r w:rsidRPr="0078559E">
              <w:t xml:space="preserve">2.1 </w:t>
            </w:r>
            <w:r w:rsidR="00D03AD4">
              <w:t>D</w:t>
            </w:r>
            <w:r w:rsidRPr="0078559E">
              <w:t xml:space="preserve">etermine maintenance requirements of </w:t>
            </w:r>
            <w:r w:rsidR="00D03AD4">
              <w:t>stored produce</w:t>
            </w:r>
          </w:p>
          <w:p w14:paraId="6DA21C37" w14:textId="3EA20A89" w:rsidR="0078559E" w:rsidRPr="0078559E" w:rsidRDefault="0078559E" w:rsidP="0078559E">
            <w:r w:rsidRPr="0078559E">
              <w:t xml:space="preserve">2.2 </w:t>
            </w:r>
            <w:r w:rsidR="00D03AD4">
              <w:t>Identify</w:t>
            </w:r>
            <w:r w:rsidRPr="0078559E">
              <w:t xml:space="preserve"> treatment requirements for </w:t>
            </w:r>
            <w:r w:rsidR="00D03AD4">
              <w:t>produce</w:t>
            </w:r>
          </w:p>
          <w:p w14:paraId="7F215BF1" w14:textId="2E2C9605" w:rsidR="0078559E" w:rsidRPr="0078559E" w:rsidRDefault="0078559E" w:rsidP="0078559E">
            <w:r w:rsidRPr="0078559E">
              <w:t xml:space="preserve">2.3 Determine preservation techniques and processes for </w:t>
            </w:r>
            <w:r w:rsidR="00D03AD4">
              <w:t>produce</w:t>
            </w:r>
          </w:p>
          <w:p w14:paraId="2B00249F" w14:textId="06C379C8" w:rsidR="0078559E" w:rsidRPr="0078559E" w:rsidRDefault="0078559E" w:rsidP="0078559E">
            <w:pPr>
              <w:pStyle w:val="SIText"/>
            </w:pPr>
            <w:r w:rsidRPr="0078559E">
              <w:t xml:space="preserve">2.4 </w:t>
            </w:r>
            <w:r w:rsidR="00D03AD4">
              <w:t>Identify</w:t>
            </w:r>
            <w:r w:rsidRPr="0078559E">
              <w:t xml:space="preserve"> preparation requirements for storage of </w:t>
            </w:r>
            <w:r w:rsidR="00D03AD4">
              <w:t>produce</w:t>
            </w:r>
          </w:p>
        </w:tc>
      </w:tr>
      <w:tr w:rsidR="0078559E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212BC9C2" w:rsidR="0078559E" w:rsidRPr="0078559E" w:rsidRDefault="0078559E" w:rsidP="0078559E">
            <w:pPr>
              <w:pStyle w:val="SIText"/>
            </w:pPr>
            <w:r w:rsidRPr="0078559E">
              <w:t>3. Prepare harvesting and storage plan</w:t>
            </w:r>
          </w:p>
        </w:tc>
        <w:tc>
          <w:tcPr>
            <w:tcW w:w="3604" w:type="pct"/>
            <w:shd w:val="clear" w:color="auto" w:fill="auto"/>
          </w:tcPr>
          <w:p w14:paraId="3A506065" w14:textId="1423930C" w:rsidR="00AC52EE" w:rsidRDefault="0078559E" w:rsidP="0078559E">
            <w:r w:rsidRPr="0078559E">
              <w:t xml:space="preserve">3.1 </w:t>
            </w:r>
            <w:r w:rsidR="00AC52EE">
              <w:t>Estimate volumes of produce to be harvested</w:t>
            </w:r>
            <w:r w:rsidRPr="0078559E">
              <w:t xml:space="preserve"> and </w:t>
            </w:r>
            <w:r w:rsidR="00AC52EE">
              <w:t>stored</w:t>
            </w:r>
          </w:p>
          <w:p w14:paraId="023F45DE" w14:textId="0BBD0B26" w:rsidR="0078559E" w:rsidRPr="0078559E" w:rsidRDefault="00AC52EE" w:rsidP="0078559E">
            <w:r>
              <w:t xml:space="preserve">3.2 Prepare a seasonal </w:t>
            </w:r>
            <w:r w:rsidR="0078559E" w:rsidRPr="0078559E">
              <w:t xml:space="preserve">schedule </w:t>
            </w:r>
            <w:r>
              <w:t xml:space="preserve">of </w:t>
            </w:r>
            <w:r w:rsidR="00D03AD4">
              <w:t xml:space="preserve">produce </w:t>
            </w:r>
            <w:r>
              <w:t>to be</w:t>
            </w:r>
            <w:r w:rsidR="0078559E" w:rsidRPr="0078559E">
              <w:t xml:space="preserve"> </w:t>
            </w:r>
            <w:r>
              <w:t xml:space="preserve">harvested </w:t>
            </w:r>
            <w:r w:rsidR="0078559E" w:rsidRPr="0078559E">
              <w:t>and stor</w:t>
            </w:r>
            <w:r>
              <w:t>ed</w:t>
            </w:r>
          </w:p>
          <w:p w14:paraId="172A36DE" w14:textId="6318A564" w:rsidR="0078559E" w:rsidRDefault="0078559E" w:rsidP="00AC52EE">
            <w:r w:rsidRPr="0078559E">
              <w:t xml:space="preserve">3.3 </w:t>
            </w:r>
            <w:r w:rsidR="00AC52EE">
              <w:t>Select</w:t>
            </w:r>
            <w:r w:rsidR="00D03AD4">
              <w:t xml:space="preserve"> </w:t>
            </w:r>
            <w:r w:rsidRPr="0078559E">
              <w:t xml:space="preserve">treatment, </w:t>
            </w:r>
            <w:proofErr w:type="gramStart"/>
            <w:r w:rsidRPr="0078559E">
              <w:t>preparation</w:t>
            </w:r>
            <w:proofErr w:type="gramEnd"/>
            <w:r w:rsidRPr="0078559E">
              <w:t xml:space="preserve"> and preservation </w:t>
            </w:r>
            <w:r w:rsidR="00D03AD4">
              <w:t>methods for</w:t>
            </w:r>
            <w:r w:rsidRPr="0078559E">
              <w:t xml:space="preserve"> produc</w:t>
            </w:r>
            <w:r w:rsidR="00D03AD4">
              <w:t>e</w:t>
            </w:r>
          </w:p>
          <w:p w14:paraId="734927C4" w14:textId="77777777" w:rsidR="00AC52EE" w:rsidRPr="00AC52EE" w:rsidRDefault="00AC52EE" w:rsidP="00AC52EE">
            <w:r w:rsidRPr="0078559E">
              <w:t>3.</w:t>
            </w:r>
            <w:r>
              <w:t>4</w:t>
            </w:r>
            <w:r w:rsidRPr="00AC52EE">
              <w:t xml:space="preserve"> Design method and layout </w:t>
            </w:r>
            <w:r w:rsidR="0078559E" w:rsidRPr="0078559E">
              <w:t xml:space="preserve">of </w:t>
            </w:r>
            <w:r w:rsidRPr="00AC52EE">
              <w:t>storage area for produce</w:t>
            </w:r>
          </w:p>
          <w:p w14:paraId="1C93868F" w14:textId="438DDC99" w:rsidR="0078559E" w:rsidRPr="0078559E" w:rsidRDefault="00AC52EE" w:rsidP="0078559E">
            <w:r>
              <w:t>3.5 Document a harvesting</w:t>
            </w:r>
            <w:r w:rsidR="0078559E" w:rsidRPr="0078559E">
              <w:t xml:space="preserve"> and storage plan</w:t>
            </w:r>
          </w:p>
        </w:tc>
      </w:tr>
      <w:tr w:rsidR="0078559E" w:rsidRPr="00963A46" w14:paraId="34142E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C1859" w14:textId="3454B4C5" w:rsidR="0078559E" w:rsidRPr="0078559E" w:rsidRDefault="0078559E" w:rsidP="0078559E">
            <w:pPr>
              <w:pStyle w:val="SIText"/>
            </w:pPr>
            <w:r w:rsidRPr="0078559E">
              <w:t xml:space="preserve">4. </w:t>
            </w:r>
            <w:r w:rsidR="00D03AD4">
              <w:t>Present</w:t>
            </w:r>
            <w:r w:rsidRPr="0078559E">
              <w:t xml:space="preserve"> harvesting and storage system</w:t>
            </w:r>
            <w:r w:rsidR="00D03AD4">
              <w:t xml:space="preserve"> to stakeholders</w:t>
            </w:r>
          </w:p>
        </w:tc>
        <w:tc>
          <w:tcPr>
            <w:tcW w:w="3604" w:type="pct"/>
            <w:shd w:val="clear" w:color="auto" w:fill="auto"/>
          </w:tcPr>
          <w:p w14:paraId="1BE808C5" w14:textId="30A7C594" w:rsidR="0078559E" w:rsidRDefault="0078559E" w:rsidP="0078559E">
            <w:r w:rsidRPr="0078559E">
              <w:t xml:space="preserve">4.1 </w:t>
            </w:r>
            <w:r w:rsidR="00D03AD4">
              <w:t>Assess</w:t>
            </w:r>
            <w:r w:rsidRPr="0078559E">
              <w:t xml:space="preserve"> </w:t>
            </w:r>
            <w:r w:rsidR="00AC52EE">
              <w:t xml:space="preserve">and plan </w:t>
            </w:r>
            <w:r w:rsidRPr="0078559E">
              <w:t xml:space="preserve">training needs for harvesting and storage </w:t>
            </w:r>
            <w:r w:rsidR="00D03AD4">
              <w:t>plan with stakeholders</w:t>
            </w:r>
          </w:p>
          <w:p w14:paraId="255D3298" w14:textId="2F539AB4" w:rsidR="0078559E" w:rsidRPr="0078559E" w:rsidRDefault="00D03AD4" w:rsidP="0078559E">
            <w:r>
              <w:t xml:space="preserve">4.2 </w:t>
            </w:r>
            <w:r w:rsidR="00AC52EE">
              <w:t>Compile plans, designs and schedules into a</w:t>
            </w:r>
            <w:r w:rsidR="0078559E" w:rsidRPr="0078559E">
              <w:t xml:space="preserve"> harvesting and storage system</w:t>
            </w:r>
          </w:p>
          <w:p w14:paraId="015EFCC8" w14:textId="7A22144D" w:rsidR="0078559E" w:rsidRPr="0078559E" w:rsidRDefault="0078559E" w:rsidP="0078559E">
            <w:r w:rsidRPr="0078559E">
              <w:t>4.</w:t>
            </w:r>
            <w:r w:rsidR="00D03AD4">
              <w:t>3</w:t>
            </w:r>
            <w:r w:rsidRPr="0078559E">
              <w:t xml:space="preserve"> Present the harvesting and storage system to </w:t>
            </w:r>
            <w:r w:rsidR="00AC52EE">
              <w:t>stakeholders for approval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61AA9568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26F334EE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B35C98" w:rsidRPr="005404CB" w:rsidRDefault="00B35C98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B35C98" w:rsidRPr="00336FCA" w:rsidDel="00423CB2" w14:paraId="1952BECD" w14:textId="77777777" w:rsidTr="00B35C98">
        <w:tc>
          <w:tcPr>
            <w:tcW w:w="5000" w:type="pct"/>
          </w:tcPr>
          <w:p w14:paraId="775880D1" w14:textId="449301F5" w:rsidR="00B35C98" w:rsidRPr="005404CB" w:rsidRDefault="00B35C98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25B0A27B" w14:textId="77777777" w:rsidR="00CB13DA" w:rsidRDefault="00AC52EE" w:rsidP="00CB13DA">
            <w:pPr>
              <w:pStyle w:val="SIText"/>
            </w:pPr>
            <w:r w:rsidRPr="00AC52EE">
              <w:t>AHCPER407 Design harvesting and storage systems for permaculture products</w:t>
            </w:r>
          </w:p>
          <w:p w14:paraId="18ED5BE1" w14:textId="73F388D4" w:rsidR="00E816BF" w:rsidRPr="00CB13DA" w:rsidRDefault="00E816BF" w:rsidP="00CB13D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4117CB5" w14:textId="77777777" w:rsidR="00CB13DA" w:rsidRDefault="00AC52EE" w:rsidP="00CB13DA">
            <w:pPr>
              <w:pStyle w:val="SIText"/>
            </w:pPr>
            <w:r w:rsidRPr="00AC52EE">
              <w:t>AHCPER407 Design harvesting and storage systems for permaculture products</w:t>
            </w:r>
          </w:p>
          <w:p w14:paraId="64EA7AE3" w14:textId="11AC9A85" w:rsidR="00E816BF" w:rsidRPr="00CB13DA" w:rsidRDefault="00E816BF" w:rsidP="00CB13D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1AD1EF56" w:rsidR="00CB13DA" w:rsidRPr="00CB13DA" w:rsidRDefault="00AC52EE" w:rsidP="00CB13DA">
            <w:pPr>
              <w:pStyle w:val="SIText"/>
            </w:pPr>
            <w:r>
              <w:t xml:space="preserve">Minor changes to Application, Elements and Performance Criteria for clarity and compliance with </w:t>
            </w:r>
            <w:r w:rsidR="00A41D70">
              <w:t xml:space="preserve">Training Package </w:t>
            </w:r>
            <w:r>
              <w:t>standards</w:t>
            </w:r>
          </w:p>
        </w:tc>
        <w:tc>
          <w:tcPr>
            <w:tcW w:w="1616" w:type="pct"/>
          </w:tcPr>
          <w:p w14:paraId="426455CD" w14:textId="02D77B2E" w:rsidR="00CB13DA" w:rsidRPr="00CB13DA" w:rsidRDefault="00A41D70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D37D4A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4876" w:rsidRPr="00F94876">
              <w:t>AHCPER407 Design harvesting and storage systems for permaculture products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2172270" w14:textId="14B27422" w:rsidR="00BE7908" w:rsidRDefault="00BE7908" w:rsidP="00BE7908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</w:t>
            </w:r>
            <w:r w:rsidR="0078559E" w:rsidRPr="0078559E">
              <w:t xml:space="preserve"> and performance </w:t>
            </w:r>
            <w:r w:rsidRPr="00EA3EBA">
              <w:t xml:space="preserve">criteria in </w:t>
            </w:r>
            <w:r w:rsidR="0078559E" w:rsidRPr="0078559E">
              <w:t>this unit</w:t>
            </w:r>
            <w:r w:rsidRPr="00EA3EBA">
              <w:t>.</w:t>
            </w:r>
          </w:p>
          <w:p w14:paraId="279D08D1" w14:textId="23076CDA" w:rsidR="0078559E" w:rsidRPr="0078559E" w:rsidRDefault="00BE7908" w:rsidP="00A4592B">
            <w:pPr>
              <w:pStyle w:val="SIText"/>
            </w:pPr>
            <w:r>
              <w:t>There</w:t>
            </w:r>
            <w:r w:rsidR="0078559E" w:rsidRPr="0078559E">
              <w:t xml:space="preserve"> must be </w:t>
            </w:r>
            <w:r>
              <w:t>evidence that the individual has on at least one occasion, designed a harvesting and storage system for produce harvested from a permaculture system and has:</w:t>
            </w:r>
          </w:p>
          <w:p w14:paraId="05CEA5CA" w14:textId="18B45086" w:rsidR="0078559E" w:rsidRPr="0078559E" w:rsidRDefault="00BE7908" w:rsidP="0078559E">
            <w:pPr>
              <w:pStyle w:val="SIBulletList1"/>
            </w:pPr>
            <w:r>
              <w:t>d</w:t>
            </w:r>
            <w:r w:rsidR="0078559E" w:rsidRPr="0078559E">
              <w:t>etermine</w:t>
            </w:r>
            <w:r>
              <w:t>d</w:t>
            </w:r>
            <w:r w:rsidR="0078559E" w:rsidRPr="0078559E">
              <w:t xml:space="preserve"> harvesting, post-harvest and storage system requirements</w:t>
            </w:r>
            <w:r>
              <w:t xml:space="preserve"> with stakeholders</w:t>
            </w:r>
          </w:p>
          <w:p w14:paraId="63BAEE94" w14:textId="08E3C17B" w:rsidR="0078559E" w:rsidRPr="0078559E" w:rsidRDefault="00BE7908" w:rsidP="0078559E">
            <w:pPr>
              <w:pStyle w:val="SIBulletList1"/>
            </w:pPr>
            <w:r>
              <w:t>identified</w:t>
            </w:r>
            <w:r w:rsidR="0078559E" w:rsidRPr="0078559E">
              <w:t xml:space="preserve"> requirements for maintaining optimum condition of </w:t>
            </w:r>
            <w:r>
              <w:t>produce</w:t>
            </w:r>
            <w:r w:rsidR="0078559E" w:rsidRPr="0078559E">
              <w:t xml:space="preserve"> from a permaculture system</w:t>
            </w:r>
          </w:p>
          <w:p w14:paraId="2AB39F56" w14:textId="77777777" w:rsidR="00CC5C19" w:rsidRDefault="00CC5C19" w:rsidP="0078559E">
            <w:pPr>
              <w:pStyle w:val="SIBulletList1"/>
            </w:pPr>
            <w:r>
              <w:t>identified resource requirements which must include:</w:t>
            </w:r>
          </w:p>
          <w:p w14:paraId="47F47D02" w14:textId="77777777" w:rsidR="00CC5C19" w:rsidRDefault="005A3256" w:rsidP="00CC5C19">
            <w:pPr>
              <w:pStyle w:val="SIBulletList2"/>
            </w:pPr>
            <w:r>
              <w:t>location</w:t>
            </w:r>
          </w:p>
          <w:p w14:paraId="35CF51ED" w14:textId="77777777" w:rsidR="005A3256" w:rsidRDefault="005A3256" w:rsidP="00CC5C19">
            <w:pPr>
              <w:pStyle w:val="SIBulletList2"/>
            </w:pPr>
            <w:r>
              <w:t>materials and layout</w:t>
            </w:r>
          </w:p>
          <w:p w14:paraId="6618D6E2" w14:textId="19746F4E" w:rsidR="005A3256" w:rsidRPr="0078559E" w:rsidRDefault="005A3256" w:rsidP="00CC5C19">
            <w:pPr>
              <w:pStyle w:val="SIBulletList2"/>
            </w:pPr>
            <w:r>
              <w:t>budget</w:t>
            </w:r>
          </w:p>
          <w:p w14:paraId="155F8673" w14:textId="24824E99" w:rsidR="0078559E" w:rsidRPr="0078559E" w:rsidRDefault="0078559E" w:rsidP="0078559E">
            <w:pPr>
              <w:pStyle w:val="SIBulletList1"/>
            </w:pPr>
            <w:r w:rsidRPr="0078559E">
              <w:t>prepare</w:t>
            </w:r>
            <w:r w:rsidR="00BE7908">
              <w:t>d</w:t>
            </w:r>
            <w:r w:rsidRPr="0078559E">
              <w:t xml:space="preserve"> a harvesting and storage plan</w:t>
            </w:r>
          </w:p>
          <w:p w14:paraId="26C0A8D9" w14:textId="77777777" w:rsidR="00BE7908" w:rsidRDefault="00BE7908" w:rsidP="00E72AEA">
            <w:pPr>
              <w:pStyle w:val="SIBulletList1"/>
            </w:pPr>
            <w:r>
              <w:t>assessed training needs</w:t>
            </w:r>
          </w:p>
          <w:p w14:paraId="33D6D4B7" w14:textId="360DFEED" w:rsidR="00BE7908" w:rsidRDefault="00BE7908" w:rsidP="00E72AEA">
            <w:pPr>
              <w:pStyle w:val="SIBulletList1"/>
            </w:pPr>
            <w:r>
              <w:t>documented</w:t>
            </w:r>
            <w:r w:rsidR="0078559E" w:rsidRPr="0078559E">
              <w:t xml:space="preserve"> harvesting and storage </w:t>
            </w:r>
            <w:r>
              <w:t>system</w:t>
            </w:r>
          </w:p>
          <w:p w14:paraId="6BFA69AA" w14:textId="16DF0304" w:rsidR="00556C4C" w:rsidRPr="005404CB" w:rsidRDefault="0078559E" w:rsidP="00A4592B">
            <w:pPr>
              <w:pStyle w:val="SIBulletList1"/>
            </w:pPr>
            <w:r w:rsidRPr="0078559E">
              <w:t>communicate</w:t>
            </w:r>
            <w:r w:rsidR="00BE7908">
              <w:t>d</w:t>
            </w:r>
            <w:r w:rsidRPr="0078559E">
              <w:t xml:space="preserve"> harvesting and storage </w:t>
            </w:r>
            <w:r w:rsidR="00130C17">
              <w:t>system</w:t>
            </w:r>
            <w:r w:rsidRPr="0078559E">
              <w:t xml:space="preserve"> to </w:t>
            </w:r>
            <w:r w:rsidR="00130C17">
              <w:t>stakeholders</w:t>
            </w:r>
            <w:r w:rsidR="00A41D7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3A46339" w14:textId="21B3D732" w:rsidR="005A3256" w:rsidRDefault="005A3256" w:rsidP="00A4592B">
            <w:pPr>
              <w:pStyle w:val="SIText"/>
            </w:pPr>
            <w:r w:rsidRPr="005A3256">
              <w:t>An individual must be able to demonstrate the knowledge required to perform the tasks outlined in the elements and performance criteria of this unit. This includes knowledge of:</w:t>
            </w:r>
          </w:p>
          <w:p w14:paraId="10B2F024" w14:textId="0B5361C6" w:rsidR="0078559E" w:rsidRPr="0078559E" w:rsidRDefault="0078559E" w:rsidP="0078559E">
            <w:pPr>
              <w:pStyle w:val="SIBulletList1"/>
            </w:pPr>
            <w:r w:rsidRPr="0078559E">
              <w:t xml:space="preserve">products from a permaculture system commonly harvested and stored, </w:t>
            </w:r>
            <w:r w:rsidR="00A41D70">
              <w:t>including</w:t>
            </w:r>
            <w:r w:rsidRPr="0078559E">
              <w:t>:</w:t>
            </w:r>
          </w:p>
          <w:p w14:paraId="3BB35E95" w14:textId="77777777" w:rsidR="0078559E" w:rsidRPr="0078559E" w:rsidRDefault="0078559E" w:rsidP="0078559E">
            <w:pPr>
              <w:pStyle w:val="SIBulletList2"/>
            </w:pPr>
            <w:r w:rsidRPr="0078559E">
              <w:t>vegetables where the whole plant is harvested</w:t>
            </w:r>
          </w:p>
          <w:p w14:paraId="6B405B3C" w14:textId="77777777" w:rsidR="0078559E" w:rsidRPr="0078559E" w:rsidRDefault="0078559E" w:rsidP="0078559E">
            <w:pPr>
              <w:pStyle w:val="SIBulletList2"/>
            </w:pPr>
            <w:r w:rsidRPr="0078559E">
              <w:t>vegetables where part of the plant is harvested</w:t>
            </w:r>
          </w:p>
          <w:p w14:paraId="1EF8F639" w14:textId="77777777" w:rsidR="0078559E" w:rsidRPr="0078559E" w:rsidRDefault="0078559E" w:rsidP="0078559E">
            <w:pPr>
              <w:pStyle w:val="SIBulletList2"/>
            </w:pPr>
            <w:r w:rsidRPr="0078559E">
              <w:t>perennial plants where fruit/nuts are harvested</w:t>
            </w:r>
          </w:p>
          <w:p w14:paraId="500AB210" w14:textId="77777777" w:rsidR="0078559E" w:rsidRPr="0078559E" w:rsidRDefault="0078559E" w:rsidP="0078559E">
            <w:pPr>
              <w:pStyle w:val="SIBulletList2"/>
            </w:pPr>
            <w:r w:rsidRPr="0078559E">
              <w:t>forests where timber, fuel and fibre crops are selectively removed</w:t>
            </w:r>
          </w:p>
          <w:p w14:paraId="455DE2FC" w14:textId="77777777" w:rsidR="0078559E" w:rsidRPr="0078559E" w:rsidRDefault="0078559E" w:rsidP="0078559E">
            <w:pPr>
              <w:pStyle w:val="SIBulletList2"/>
            </w:pPr>
            <w:r w:rsidRPr="0078559E">
              <w:t>forests where a range of other medicinal and craft crops are harvested</w:t>
            </w:r>
          </w:p>
          <w:p w14:paraId="3DD9A8DA" w14:textId="1FEA33FC" w:rsidR="0078559E" w:rsidRPr="0078559E" w:rsidRDefault="0078559E" w:rsidP="0078559E">
            <w:pPr>
              <w:pStyle w:val="SIBulletList2"/>
            </w:pPr>
            <w:r w:rsidRPr="0078559E">
              <w:t xml:space="preserve">harvest from wild systems </w:t>
            </w:r>
            <w:r w:rsidR="005A3256">
              <w:t>including,</w:t>
            </w:r>
            <w:r w:rsidRPr="0078559E">
              <w:t xml:space="preserve"> fruit, nuts, fungi and seeds, where </w:t>
            </w:r>
            <w:proofErr w:type="spellStart"/>
            <w:proofErr w:type="gramStart"/>
            <w:r w:rsidRPr="0078559E">
              <w:t>a</w:t>
            </w:r>
            <w:proofErr w:type="spellEnd"/>
            <w:proofErr w:type="gramEnd"/>
            <w:r w:rsidRPr="0078559E">
              <w:t xml:space="preserve"> abundance of product has been identified</w:t>
            </w:r>
          </w:p>
          <w:p w14:paraId="622F7BB9" w14:textId="76D91AA4" w:rsidR="0078559E" w:rsidRPr="0078559E" w:rsidRDefault="0078559E" w:rsidP="0078559E">
            <w:pPr>
              <w:pStyle w:val="SIBulletList2"/>
            </w:pPr>
            <w:r w:rsidRPr="0078559E">
              <w:t xml:space="preserve">animal products </w:t>
            </w:r>
            <w:proofErr w:type="gramStart"/>
            <w:r w:rsidR="005A3256">
              <w:t>including,</w:t>
            </w:r>
            <w:proofErr w:type="gramEnd"/>
            <w:r w:rsidRPr="0078559E">
              <w:t xml:space="preserve"> eggs, feathers, hides, bone, milk and meat</w:t>
            </w:r>
          </w:p>
          <w:p w14:paraId="52AA61D1" w14:textId="41B08F2D" w:rsidR="0078559E" w:rsidRPr="0078559E" w:rsidRDefault="005A3256" w:rsidP="0078559E">
            <w:pPr>
              <w:pStyle w:val="SIBulletList2"/>
            </w:pPr>
            <w:r>
              <w:t>p</w:t>
            </w:r>
            <w:r w:rsidR="0078559E" w:rsidRPr="0078559E">
              <w:t>roducts may also include those derived from insects</w:t>
            </w:r>
            <w:r>
              <w:t xml:space="preserve">, including </w:t>
            </w:r>
            <w:r w:rsidR="0078559E" w:rsidRPr="0078559E">
              <w:t>honey</w:t>
            </w:r>
          </w:p>
          <w:p w14:paraId="6D776132" w14:textId="30248D15" w:rsidR="0078559E" w:rsidRPr="0078559E" w:rsidRDefault="0078559E" w:rsidP="0078559E">
            <w:pPr>
              <w:pStyle w:val="SIBulletList2"/>
            </w:pPr>
            <w:r w:rsidRPr="0078559E">
              <w:t xml:space="preserve">fish </w:t>
            </w:r>
            <w:r w:rsidR="005A3256">
              <w:t xml:space="preserve">and </w:t>
            </w:r>
            <w:r w:rsidRPr="0078559E">
              <w:t xml:space="preserve">roe, and other organisms, </w:t>
            </w:r>
            <w:r w:rsidR="005A3256">
              <w:t>including</w:t>
            </w:r>
            <w:r w:rsidRPr="0078559E">
              <w:t xml:space="preserve"> fungi, </w:t>
            </w:r>
            <w:proofErr w:type="gramStart"/>
            <w:r w:rsidRPr="0078559E">
              <w:t>algae</w:t>
            </w:r>
            <w:proofErr w:type="gramEnd"/>
            <w:r w:rsidRPr="0078559E">
              <w:t xml:space="preserve"> and moss</w:t>
            </w:r>
          </w:p>
          <w:p w14:paraId="17D8A5F1" w14:textId="05452331" w:rsidR="0078559E" w:rsidRPr="0078559E" w:rsidRDefault="0078559E" w:rsidP="0078559E">
            <w:pPr>
              <w:pStyle w:val="SIBulletList1"/>
            </w:pPr>
            <w:r w:rsidRPr="0078559E">
              <w:t xml:space="preserve">design systems for meeting year-round supplies of fresh and stored produce, </w:t>
            </w:r>
            <w:r w:rsidR="00A41D70">
              <w:t>including</w:t>
            </w:r>
            <w:r w:rsidRPr="0078559E">
              <w:t>:</w:t>
            </w:r>
          </w:p>
          <w:p w14:paraId="6D62BBE1" w14:textId="77777777" w:rsidR="0078559E" w:rsidRPr="0078559E" w:rsidRDefault="0078559E" w:rsidP="0078559E">
            <w:pPr>
              <w:pStyle w:val="SIBulletList2"/>
            </w:pPr>
            <w:r w:rsidRPr="0078559E">
              <w:t>growing requirements and crop regulation strategies calendar or seasonal chart with planting times of crops</w:t>
            </w:r>
          </w:p>
          <w:p w14:paraId="7FCEA2D1" w14:textId="77777777" w:rsidR="0078559E" w:rsidRPr="0078559E" w:rsidRDefault="0078559E" w:rsidP="0078559E">
            <w:pPr>
              <w:pStyle w:val="SIBulletList2"/>
            </w:pPr>
            <w:r w:rsidRPr="0078559E">
              <w:t xml:space="preserve">selection of early, </w:t>
            </w:r>
            <w:proofErr w:type="gramStart"/>
            <w:r w:rsidRPr="0078559E">
              <w:t>mid-</w:t>
            </w:r>
            <w:proofErr w:type="gramEnd"/>
            <w:r w:rsidRPr="0078559E">
              <w:t xml:space="preserve"> and late season varieties to extend harvest</w:t>
            </w:r>
          </w:p>
          <w:p w14:paraId="35492456" w14:textId="77777777" w:rsidR="0078559E" w:rsidRPr="0078559E" w:rsidRDefault="0078559E" w:rsidP="0078559E">
            <w:pPr>
              <w:pStyle w:val="SIBulletList2"/>
            </w:pPr>
            <w:r w:rsidRPr="0078559E">
              <w:t>number of plants and area to be planted</w:t>
            </w:r>
          </w:p>
          <w:p w14:paraId="5203CD2F" w14:textId="77777777" w:rsidR="0078559E" w:rsidRPr="0078559E" w:rsidRDefault="0078559E" w:rsidP="0078559E">
            <w:pPr>
              <w:pStyle w:val="SIBulletList2"/>
            </w:pPr>
            <w:r w:rsidRPr="0078559E">
              <w:t>crop regulation and maintenance program involving tipping, mounding, thinning, staking</w:t>
            </w:r>
          </w:p>
          <w:p w14:paraId="76E36B06" w14:textId="77777777" w:rsidR="0078559E" w:rsidRPr="0078559E" w:rsidRDefault="0078559E" w:rsidP="0078559E">
            <w:pPr>
              <w:pStyle w:val="SIBulletList2"/>
            </w:pPr>
            <w:r w:rsidRPr="0078559E">
              <w:t>sequential planting and/or harvesting schedules</w:t>
            </w:r>
          </w:p>
          <w:p w14:paraId="0D8DB50D" w14:textId="4863C9FE" w:rsidR="0078559E" w:rsidRPr="0078559E" w:rsidRDefault="0078559E" w:rsidP="0078559E">
            <w:pPr>
              <w:pStyle w:val="SIBulletList2"/>
            </w:pPr>
            <w:r w:rsidRPr="0078559E">
              <w:t xml:space="preserve">climatic conditions for harvesting crop </w:t>
            </w:r>
            <w:r w:rsidR="005A3256">
              <w:t>including</w:t>
            </w:r>
            <w:r w:rsidRPr="0078559E">
              <w:t xml:space="preserve"> appropriate time of day</w:t>
            </w:r>
          </w:p>
          <w:p w14:paraId="10676E8B" w14:textId="77777777" w:rsidR="0078559E" w:rsidRPr="0078559E" w:rsidRDefault="0078559E" w:rsidP="0078559E">
            <w:pPr>
              <w:pStyle w:val="SIBulletList1"/>
            </w:pPr>
            <w:r w:rsidRPr="0078559E">
              <w:t>harvest and post-harvest factors influencing plant metabolism and quality</w:t>
            </w:r>
          </w:p>
          <w:p w14:paraId="6B089486" w14:textId="37490225" w:rsidR="0078559E" w:rsidRPr="0078559E" w:rsidRDefault="0078559E" w:rsidP="0078559E">
            <w:pPr>
              <w:pStyle w:val="SIBulletList1"/>
            </w:pPr>
            <w:r w:rsidRPr="0078559E">
              <w:t xml:space="preserve">post-harvest treatment and preparation techniques, </w:t>
            </w:r>
            <w:r w:rsidR="00A41D70">
              <w:t>including</w:t>
            </w:r>
            <w:r w:rsidRPr="0078559E">
              <w:t>:</w:t>
            </w:r>
          </w:p>
          <w:p w14:paraId="4336C434" w14:textId="77777777" w:rsidR="0078559E" w:rsidRPr="0078559E" w:rsidRDefault="0078559E" w:rsidP="0078559E">
            <w:pPr>
              <w:pStyle w:val="SIBulletList2"/>
            </w:pPr>
            <w:r w:rsidRPr="0078559E">
              <w:t xml:space="preserve">flow chart of harvest, treatment, </w:t>
            </w:r>
            <w:proofErr w:type="gramStart"/>
            <w:r w:rsidRPr="0078559E">
              <w:t>preservation</w:t>
            </w:r>
            <w:proofErr w:type="gramEnd"/>
            <w:r w:rsidRPr="0078559E">
              <w:t xml:space="preserve"> and storage process</w:t>
            </w:r>
          </w:p>
          <w:p w14:paraId="2711CB8B" w14:textId="77777777" w:rsidR="0078559E" w:rsidRPr="0078559E" w:rsidRDefault="0078559E" w:rsidP="0078559E">
            <w:pPr>
              <w:pStyle w:val="SIBulletList2"/>
            </w:pPr>
            <w:r w:rsidRPr="0078559E">
              <w:t>harvest and post-harvest treatment timelines and schedules</w:t>
            </w:r>
          </w:p>
          <w:p w14:paraId="70BA665D" w14:textId="77777777" w:rsidR="0078559E" w:rsidRPr="0078559E" w:rsidRDefault="0078559E" w:rsidP="0078559E">
            <w:pPr>
              <w:pStyle w:val="SIBulletList2"/>
            </w:pPr>
            <w:r w:rsidRPr="0078559E">
              <w:t>design or plans of processing and storage area</w:t>
            </w:r>
          </w:p>
          <w:p w14:paraId="39F5F9F1" w14:textId="06E41C5D" w:rsidR="0078559E" w:rsidRPr="0078559E" w:rsidRDefault="0078559E" w:rsidP="0078559E">
            <w:pPr>
              <w:pStyle w:val="SIBulletList2"/>
            </w:pPr>
            <w:r w:rsidRPr="0078559E">
              <w:t xml:space="preserve">design of processing technology or equipment </w:t>
            </w:r>
            <w:r w:rsidR="005A3256">
              <w:t>including</w:t>
            </w:r>
            <w:r w:rsidRPr="0078559E">
              <w:t xml:space="preserve"> solar food dryer</w:t>
            </w:r>
          </w:p>
          <w:p w14:paraId="2C826BA4" w14:textId="77777777" w:rsidR="0078559E" w:rsidRPr="0078559E" w:rsidRDefault="0078559E" w:rsidP="0078559E">
            <w:pPr>
              <w:pStyle w:val="SIBulletList2"/>
            </w:pPr>
            <w:r w:rsidRPr="0078559E">
              <w:t xml:space="preserve">lists of materials, tools, </w:t>
            </w:r>
            <w:proofErr w:type="gramStart"/>
            <w:r w:rsidRPr="0078559E">
              <w:t>equipment</w:t>
            </w:r>
            <w:proofErr w:type="gramEnd"/>
            <w:r w:rsidRPr="0078559E">
              <w:t xml:space="preserve"> and ingredients</w:t>
            </w:r>
          </w:p>
          <w:p w14:paraId="22684B4C" w14:textId="77777777" w:rsidR="0078559E" w:rsidRPr="0078559E" w:rsidRDefault="0078559E" w:rsidP="0078559E">
            <w:pPr>
              <w:pStyle w:val="SIBulletList2"/>
            </w:pPr>
            <w:r w:rsidRPr="0078559E">
              <w:t>manuals and operating instructions for equipment</w:t>
            </w:r>
          </w:p>
          <w:p w14:paraId="161D587C" w14:textId="77777777" w:rsidR="0078559E" w:rsidRPr="0078559E" w:rsidRDefault="0078559E" w:rsidP="0078559E">
            <w:pPr>
              <w:pStyle w:val="SIBulletList2"/>
            </w:pPr>
            <w:r w:rsidRPr="0078559E">
              <w:t>recipes and instructions</w:t>
            </w:r>
          </w:p>
          <w:p w14:paraId="7ED85786" w14:textId="77777777" w:rsidR="0078559E" w:rsidRPr="0078559E" w:rsidRDefault="0078559E" w:rsidP="0078559E">
            <w:pPr>
              <w:pStyle w:val="SIBulletList2"/>
            </w:pPr>
            <w:r w:rsidRPr="0078559E">
              <w:t>anticipated shelf-life of product</w:t>
            </w:r>
          </w:p>
          <w:p w14:paraId="4CA29EA6" w14:textId="77777777" w:rsidR="0078559E" w:rsidRPr="0078559E" w:rsidRDefault="0078559E" w:rsidP="0078559E">
            <w:pPr>
              <w:pStyle w:val="SIBulletList2"/>
            </w:pPr>
            <w:r w:rsidRPr="0078559E">
              <w:t>labelling and recording systems</w:t>
            </w:r>
          </w:p>
          <w:p w14:paraId="15AD2099" w14:textId="77777777" w:rsidR="0078559E" w:rsidRPr="0078559E" w:rsidRDefault="0078559E" w:rsidP="0078559E">
            <w:pPr>
              <w:pStyle w:val="SIBulletList2"/>
            </w:pPr>
            <w:r w:rsidRPr="0078559E">
              <w:t>work health and safety, food safety, hygiene and other relevant enterprise and work practices</w:t>
            </w:r>
          </w:p>
          <w:p w14:paraId="2DC83C57" w14:textId="7820C3DE" w:rsidR="0078559E" w:rsidRPr="0078559E" w:rsidRDefault="0078559E" w:rsidP="0078559E">
            <w:pPr>
              <w:pStyle w:val="SIBulletList1"/>
            </w:pPr>
            <w:r w:rsidRPr="0078559E">
              <w:t>preservation methods and processes for produc</w:t>
            </w:r>
            <w:r w:rsidR="00A41D70">
              <w:t>e, including</w:t>
            </w:r>
            <w:r w:rsidRPr="0078559E">
              <w:t>:</w:t>
            </w:r>
          </w:p>
          <w:p w14:paraId="75BF9644" w14:textId="77777777" w:rsidR="0078559E" w:rsidRPr="0078559E" w:rsidRDefault="0078559E" w:rsidP="0078559E">
            <w:pPr>
              <w:pStyle w:val="SIBulletList2"/>
            </w:pPr>
            <w:r w:rsidRPr="0078559E">
              <w:t>drying and dehydrating</w:t>
            </w:r>
          </w:p>
          <w:p w14:paraId="51F4A58A" w14:textId="77777777" w:rsidR="0078559E" w:rsidRPr="0078559E" w:rsidRDefault="0078559E" w:rsidP="0078559E">
            <w:pPr>
              <w:pStyle w:val="SIBulletList2"/>
            </w:pPr>
            <w:r w:rsidRPr="0078559E">
              <w:t>bottling</w:t>
            </w:r>
          </w:p>
          <w:p w14:paraId="317F7C45" w14:textId="77777777" w:rsidR="0078559E" w:rsidRPr="0078559E" w:rsidRDefault="0078559E" w:rsidP="0078559E">
            <w:pPr>
              <w:pStyle w:val="SIBulletList2"/>
            </w:pPr>
            <w:r w:rsidRPr="0078559E">
              <w:t>cheese-making</w:t>
            </w:r>
          </w:p>
          <w:p w14:paraId="02CF3471" w14:textId="77777777" w:rsidR="0078559E" w:rsidRPr="0078559E" w:rsidRDefault="0078559E" w:rsidP="0078559E">
            <w:pPr>
              <w:pStyle w:val="SIBulletList2"/>
            </w:pPr>
            <w:r w:rsidRPr="0078559E">
              <w:lastRenderedPageBreak/>
              <w:t>extraction (honey, cold-pressed and distilled oils)</w:t>
            </w:r>
          </w:p>
          <w:p w14:paraId="621B9091" w14:textId="77777777" w:rsidR="0078559E" w:rsidRPr="0078559E" w:rsidRDefault="0078559E" w:rsidP="0078559E">
            <w:pPr>
              <w:pStyle w:val="SIBulletList2"/>
            </w:pPr>
            <w:r w:rsidRPr="0078559E">
              <w:t>culturing or fermenting</w:t>
            </w:r>
          </w:p>
          <w:p w14:paraId="5685E963" w14:textId="77777777" w:rsidR="0078559E" w:rsidRPr="0078559E" w:rsidRDefault="0078559E" w:rsidP="0078559E">
            <w:pPr>
              <w:pStyle w:val="SIBulletList2"/>
            </w:pPr>
            <w:r w:rsidRPr="0078559E">
              <w:t xml:space="preserve">preserving with vinegar, oil, brine, sugar, </w:t>
            </w:r>
            <w:proofErr w:type="gramStart"/>
            <w:r w:rsidRPr="0078559E">
              <w:t>salt</w:t>
            </w:r>
            <w:proofErr w:type="gramEnd"/>
            <w:r w:rsidRPr="0078559E">
              <w:t xml:space="preserve"> and other natural agents</w:t>
            </w:r>
          </w:p>
          <w:p w14:paraId="6A575C38" w14:textId="77777777" w:rsidR="0078559E" w:rsidRPr="0078559E" w:rsidRDefault="0078559E" w:rsidP="0078559E">
            <w:pPr>
              <w:pStyle w:val="SIBulletList2"/>
            </w:pPr>
            <w:r w:rsidRPr="0078559E">
              <w:t>air exclusion (sealing with fats, wax, vacuum seal)</w:t>
            </w:r>
          </w:p>
          <w:p w14:paraId="3479C7B5" w14:textId="77777777" w:rsidR="0078559E" w:rsidRPr="0078559E" w:rsidRDefault="0078559E" w:rsidP="0078559E">
            <w:pPr>
              <w:pStyle w:val="SIBulletList2"/>
            </w:pPr>
            <w:r w:rsidRPr="0078559E">
              <w:t>cellaring and root-cellaring</w:t>
            </w:r>
          </w:p>
          <w:p w14:paraId="3EEF2BCB" w14:textId="77777777" w:rsidR="0078559E" w:rsidRPr="0078559E" w:rsidRDefault="0078559E" w:rsidP="0078559E">
            <w:pPr>
              <w:pStyle w:val="SIBulletList2"/>
            </w:pPr>
            <w:r w:rsidRPr="0078559E">
              <w:t>other processes that use minimal fossil fuel energy while maintaining the integrity of the harvested crop</w:t>
            </w:r>
          </w:p>
          <w:p w14:paraId="786FD7B2" w14:textId="77777777" w:rsidR="0078559E" w:rsidRPr="0078559E" w:rsidRDefault="0078559E" w:rsidP="0078559E">
            <w:pPr>
              <w:pStyle w:val="SIBulletList1"/>
            </w:pPr>
            <w:r w:rsidRPr="0078559E">
              <w:t xml:space="preserve">technologies used in crop processing, treatment, </w:t>
            </w:r>
            <w:proofErr w:type="gramStart"/>
            <w:r w:rsidRPr="0078559E">
              <w:t>preservation</w:t>
            </w:r>
            <w:proofErr w:type="gramEnd"/>
            <w:r w:rsidRPr="0078559E">
              <w:t xml:space="preserve"> and storage systems</w:t>
            </w:r>
          </w:p>
          <w:p w14:paraId="75B2B668" w14:textId="1C0722AC" w:rsidR="0078559E" w:rsidRPr="0078559E" w:rsidRDefault="0078559E" w:rsidP="0078559E">
            <w:pPr>
              <w:pStyle w:val="SIBulletList1"/>
            </w:pPr>
            <w:r w:rsidRPr="0078559E">
              <w:t xml:space="preserve">design of storage areas, </w:t>
            </w:r>
            <w:r w:rsidR="005A3256">
              <w:t>including</w:t>
            </w:r>
            <w:r w:rsidRPr="0078559E">
              <w:t>:</w:t>
            </w:r>
          </w:p>
          <w:p w14:paraId="640C9F9A" w14:textId="58C9E03F" w:rsidR="0078559E" w:rsidRPr="0078559E" w:rsidRDefault="0078559E" w:rsidP="00627320">
            <w:pPr>
              <w:pStyle w:val="SIBulletList2"/>
            </w:pPr>
            <w:r w:rsidRPr="0078559E">
              <w:t xml:space="preserve">buildings </w:t>
            </w:r>
            <w:r w:rsidR="005A3256">
              <w:t>and</w:t>
            </w:r>
            <w:r w:rsidRPr="0078559E">
              <w:t xml:space="preserve"> sheds</w:t>
            </w:r>
          </w:p>
          <w:p w14:paraId="5353BF78" w14:textId="77777777" w:rsidR="0078559E" w:rsidRPr="0078559E" w:rsidRDefault="0078559E" w:rsidP="00627320">
            <w:pPr>
              <w:pStyle w:val="SIBulletList2"/>
            </w:pPr>
            <w:r w:rsidRPr="0078559E">
              <w:t>cupboards</w:t>
            </w:r>
          </w:p>
          <w:p w14:paraId="4EE54758" w14:textId="77777777" w:rsidR="0078559E" w:rsidRPr="0078559E" w:rsidRDefault="0078559E" w:rsidP="00627320">
            <w:pPr>
              <w:pStyle w:val="SIBulletList2"/>
            </w:pPr>
            <w:r w:rsidRPr="0078559E">
              <w:t>shelving and racks</w:t>
            </w:r>
          </w:p>
          <w:p w14:paraId="4CEED242" w14:textId="77777777" w:rsidR="0078559E" w:rsidRPr="0078559E" w:rsidRDefault="0078559E" w:rsidP="00627320">
            <w:pPr>
              <w:pStyle w:val="SIBulletList2"/>
            </w:pPr>
            <w:r w:rsidRPr="0078559E">
              <w:t>work benches</w:t>
            </w:r>
          </w:p>
          <w:p w14:paraId="01051F46" w14:textId="77777777" w:rsidR="0078559E" w:rsidRPr="0078559E" w:rsidRDefault="0078559E" w:rsidP="00627320">
            <w:pPr>
              <w:pStyle w:val="SIBulletList2"/>
            </w:pPr>
            <w:proofErr w:type="gramStart"/>
            <w:r w:rsidRPr="0078559E">
              <w:t>store rooms</w:t>
            </w:r>
            <w:proofErr w:type="gramEnd"/>
          </w:p>
          <w:p w14:paraId="3C8D661F" w14:textId="77777777" w:rsidR="0078559E" w:rsidRPr="0078559E" w:rsidRDefault="0078559E" w:rsidP="00627320">
            <w:pPr>
              <w:pStyle w:val="SIBulletList2"/>
            </w:pPr>
            <w:r w:rsidRPr="0078559E">
              <w:t>pantry</w:t>
            </w:r>
          </w:p>
          <w:p w14:paraId="179374C1" w14:textId="77777777" w:rsidR="0078559E" w:rsidRPr="0078559E" w:rsidRDefault="0078559E" w:rsidP="00627320">
            <w:pPr>
              <w:pStyle w:val="SIBulletList2"/>
            </w:pPr>
            <w:r w:rsidRPr="0078559E">
              <w:t>cool store</w:t>
            </w:r>
          </w:p>
          <w:p w14:paraId="0EF2C59E" w14:textId="77777777" w:rsidR="0078559E" w:rsidRPr="0078559E" w:rsidRDefault="0078559E" w:rsidP="00627320">
            <w:pPr>
              <w:pStyle w:val="SIBulletList2"/>
            </w:pPr>
            <w:r w:rsidRPr="0078559E">
              <w:t>cellar</w:t>
            </w:r>
          </w:p>
          <w:p w14:paraId="1293E60A" w14:textId="77777777" w:rsidR="0078559E" w:rsidRPr="0078559E" w:rsidRDefault="0078559E" w:rsidP="00627320">
            <w:pPr>
              <w:pStyle w:val="SIBulletList2"/>
            </w:pPr>
            <w:r w:rsidRPr="0078559E">
              <w:t>root cellar</w:t>
            </w:r>
          </w:p>
          <w:p w14:paraId="4EECC47B" w14:textId="77777777" w:rsidR="0078559E" w:rsidRPr="0078559E" w:rsidRDefault="0078559E" w:rsidP="00627320">
            <w:pPr>
              <w:pStyle w:val="SIBulletList2"/>
            </w:pPr>
            <w:r w:rsidRPr="0078559E">
              <w:t>bins and containers</w:t>
            </w:r>
          </w:p>
          <w:p w14:paraId="6C3A7B06" w14:textId="77777777" w:rsidR="0078559E" w:rsidRPr="0078559E" w:rsidRDefault="0078559E" w:rsidP="0078559E">
            <w:pPr>
              <w:pStyle w:val="SIBulletList1"/>
            </w:pPr>
            <w:r w:rsidRPr="0078559E">
              <w:t>developing planting and harvesting schedules for products from a permaculture system</w:t>
            </w:r>
          </w:p>
          <w:p w14:paraId="1A8E74F1" w14:textId="53ACC0D4" w:rsidR="0078559E" w:rsidRPr="0078559E" w:rsidRDefault="0078559E" w:rsidP="0078559E">
            <w:pPr>
              <w:pStyle w:val="SIBulletList1"/>
            </w:pPr>
            <w:r w:rsidRPr="0078559E">
              <w:t xml:space="preserve">identifying training needs for harvest and storage workers, </w:t>
            </w:r>
            <w:r w:rsidR="005A3256">
              <w:t>including</w:t>
            </w:r>
            <w:r w:rsidRPr="0078559E">
              <w:t>:</w:t>
            </w:r>
          </w:p>
          <w:p w14:paraId="6628FA6B" w14:textId="77777777" w:rsidR="0078559E" w:rsidRPr="0078559E" w:rsidRDefault="0078559E" w:rsidP="00627320">
            <w:pPr>
              <w:pStyle w:val="SIBulletList2"/>
            </w:pPr>
            <w:r w:rsidRPr="0078559E">
              <w:t>work health and safety, and other relevant enterprise and work practices</w:t>
            </w:r>
          </w:p>
          <w:p w14:paraId="4D1BD5E7" w14:textId="77777777" w:rsidR="0078559E" w:rsidRPr="0078559E" w:rsidRDefault="0078559E" w:rsidP="00627320">
            <w:pPr>
              <w:pStyle w:val="SIBulletList2"/>
            </w:pPr>
            <w:r w:rsidRPr="0078559E">
              <w:t>food safety and hygiene standards</w:t>
            </w:r>
          </w:p>
          <w:p w14:paraId="3FE9E27F" w14:textId="77777777" w:rsidR="0078559E" w:rsidRPr="0078559E" w:rsidRDefault="0078559E" w:rsidP="00627320">
            <w:pPr>
              <w:pStyle w:val="SIBulletList2"/>
            </w:pPr>
            <w:r w:rsidRPr="0078559E">
              <w:t>appropriate clothing and personal protective equipment (PPE)</w:t>
            </w:r>
          </w:p>
          <w:p w14:paraId="0AA30B57" w14:textId="77777777" w:rsidR="0078559E" w:rsidRPr="0078559E" w:rsidRDefault="0078559E" w:rsidP="00627320">
            <w:pPr>
              <w:pStyle w:val="SIBulletList2"/>
            </w:pPr>
            <w:r w:rsidRPr="0078559E">
              <w:t xml:space="preserve">harvest and post-harvest handling, </w:t>
            </w:r>
            <w:proofErr w:type="gramStart"/>
            <w:r w:rsidRPr="0078559E">
              <w:t>processing</w:t>
            </w:r>
            <w:proofErr w:type="gramEnd"/>
            <w:r w:rsidRPr="0078559E">
              <w:t xml:space="preserve"> and storage practices</w:t>
            </w:r>
          </w:p>
          <w:p w14:paraId="2BF6BCFB" w14:textId="77777777" w:rsidR="0078559E" w:rsidRPr="0078559E" w:rsidRDefault="0078559E" w:rsidP="00627320">
            <w:pPr>
              <w:pStyle w:val="SIBulletList2"/>
            </w:pPr>
            <w:r w:rsidRPr="0078559E">
              <w:t>food preserving techniques</w:t>
            </w:r>
          </w:p>
          <w:p w14:paraId="33BCC1C0" w14:textId="77777777" w:rsidR="0078559E" w:rsidRPr="0078559E" w:rsidRDefault="0078559E" w:rsidP="00627320">
            <w:pPr>
              <w:pStyle w:val="SIBulletList2"/>
            </w:pPr>
            <w:r w:rsidRPr="0078559E">
              <w:t>operation and maintenance of tools and equipment</w:t>
            </w:r>
          </w:p>
          <w:p w14:paraId="6B61B10C" w14:textId="77777777" w:rsidR="0078559E" w:rsidRPr="0078559E" w:rsidRDefault="0078559E" w:rsidP="00627320">
            <w:pPr>
              <w:pStyle w:val="SIBulletList2"/>
            </w:pPr>
            <w:r w:rsidRPr="0078559E">
              <w:t>reporting, recording and labelling procedures</w:t>
            </w:r>
          </w:p>
          <w:p w14:paraId="1DD21272" w14:textId="77777777" w:rsidR="0078559E" w:rsidRPr="0078559E" w:rsidRDefault="0078559E" w:rsidP="0078559E">
            <w:pPr>
              <w:pStyle w:val="SIBulletList1"/>
            </w:pPr>
            <w:r w:rsidRPr="0078559E">
              <w:t>preparing plans and reports</w:t>
            </w:r>
          </w:p>
          <w:p w14:paraId="5C8CD985" w14:textId="1A2C4D0D" w:rsidR="00F1480E" w:rsidRPr="005404CB" w:rsidRDefault="0078559E" w:rsidP="00A4592B">
            <w:pPr>
              <w:pStyle w:val="SIBulletList1"/>
            </w:pPr>
            <w:r w:rsidRPr="0078559E">
              <w:t>food safety, health and hygiene requirements for preservation and storage of products for human consumption</w:t>
            </w:r>
            <w:r w:rsidR="005A325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E707426" w14:textId="642DA926" w:rsidR="00560521" w:rsidRPr="00560521" w:rsidRDefault="00560521" w:rsidP="00A4592B">
            <w:pPr>
              <w:pStyle w:val="SIText"/>
            </w:pPr>
            <w:r w:rsidRPr="00560521">
              <w:t xml:space="preserve">Assessment of the skills in this unit of competency must take place under the following conditions: </w:t>
            </w:r>
          </w:p>
          <w:p w14:paraId="5B24A873" w14:textId="77777777" w:rsidR="00560521" w:rsidRPr="00560521" w:rsidRDefault="00560521" w:rsidP="00A4592B">
            <w:pPr>
              <w:pStyle w:val="SIBulletList1"/>
            </w:pPr>
            <w:r w:rsidRPr="00560521">
              <w:t>physical conditions:</w:t>
            </w:r>
          </w:p>
          <w:p w14:paraId="285F2B08" w14:textId="45DBDD7D" w:rsidR="00560521" w:rsidRPr="00560521" w:rsidRDefault="00560521" w:rsidP="00560521">
            <w:pPr>
              <w:pStyle w:val="SIBulletList2"/>
            </w:pPr>
            <w:r w:rsidRPr="00560521">
              <w:t xml:space="preserve">skills must be demonstrated in a </w:t>
            </w:r>
            <w:proofErr w:type="spellStart"/>
            <w:r>
              <w:t>polycropping</w:t>
            </w:r>
            <w:proofErr w:type="spellEnd"/>
            <w:r>
              <w:t xml:space="preserve"> system</w:t>
            </w:r>
            <w:r w:rsidRPr="00560521">
              <w:t xml:space="preserve"> or an environment that accurately represents workplace conditions</w:t>
            </w:r>
          </w:p>
          <w:p w14:paraId="660290EB" w14:textId="77777777" w:rsidR="00560521" w:rsidRPr="00560521" w:rsidRDefault="00560521" w:rsidP="00A4592B">
            <w:pPr>
              <w:pStyle w:val="SIBulletList1"/>
            </w:pPr>
            <w:r w:rsidRPr="00560521">
              <w:t xml:space="preserve">resources, </w:t>
            </w:r>
            <w:proofErr w:type="gramStart"/>
            <w:r w:rsidRPr="00560521">
              <w:t>equipment</w:t>
            </w:r>
            <w:proofErr w:type="gramEnd"/>
            <w:r w:rsidRPr="00560521">
              <w:t xml:space="preserve"> and materials:</w:t>
            </w:r>
          </w:p>
          <w:p w14:paraId="715724D0" w14:textId="5CD3CE47" w:rsidR="00560521" w:rsidRPr="00560521" w:rsidRDefault="00560521" w:rsidP="00560521">
            <w:pPr>
              <w:pStyle w:val="SIBulletList2"/>
            </w:pPr>
            <w:r>
              <w:t xml:space="preserve">access to crops, preservation treatments and storage information </w:t>
            </w:r>
          </w:p>
          <w:p w14:paraId="501CA5BD" w14:textId="77777777" w:rsidR="00560521" w:rsidRPr="00560521" w:rsidRDefault="00560521" w:rsidP="00A4592B">
            <w:pPr>
              <w:pStyle w:val="SIBulletList1"/>
            </w:pPr>
            <w:r w:rsidRPr="00560521">
              <w:t>specifications:</w:t>
            </w:r>
          </w:p>
          <w:p w14:paraId="1CD7469B" w14:textId="77777777" w:rsidR="00560521" w:rsidRPr="00560521" w:rsidRDefault="00560521" w:rsidP="00560521">
            <w:pPr>
              <w:pStyle w:val="SIBulletList2"/>
            </w:pPr>
            <w:r w:rsidRPr="00560521">
              <w:t>access to safety data sheets</w:t>
            </w:r>
          </w:p>
          <w:p w14:paraId="09BC629B" w14:textId="4F24F02C" w:rsidR="00560521" w:rsidRPr="00560521" w:rsidRDefault="00560521" w:rsidP="00560521">
            <w:pPr>
              <w:pStyle w:val="SIBulletList2"/>
            </w:pPr>
            <w:r w:rsidRPr="00560521">
              <w:t xml:space="preserve">use of </w:t>
            </w:r>
            <w:r w:rsidR="00B417A8">
              <w:t>stakeholder</w:t>
            </w:r>
            <w:r w:rsidRPr="00560521">
              <w:t xml:space="preserve"> </w:t>
            </w:r>
            <w:r w:rsidR="00B417A8">
              <w:t>specifications</w:t>
            </w:r>
          </w:p>
          <w:p w14:paraId="1B1F93ED" w14:textId="23CF9239" w:rsidR="00560521" w:rsidRPr="00560521" w:rsidRDefault="00560521" w:rsidP="00560521">
            <w:pPr>
              <w:pStyle w:val="SIBulletList2"/>
            </w:pPr>
            <w:r w:rsidRPr="00560521">
              <w:t>access to specific legislation</w:t>
            </w:r>
            <w:r w:rsidR="00B417A8">
              <w:t xml:space="preserve">, </w:t>
            </w:r>
            <w:proofErr w:type="gramStart"/>
            <w:r w:rsidR="00B417A8">
              <w:t>regulations</w:t>
            </w:r>
            <w:proofErr w:type="gramEnd"/>
            <w:r w:rsidR="00B417A8">
              <w:t xml:space="preserve"> and </w:t>
            </w:r>
            <w:r w:rsidRPr="00560521">
              <w:t>codes of practice</w:t>
            </w:r>
            <w:r w:rsidR="00B417A8">
              <w:t xml:space="preserve"> for </w:t>
            </w:r>
            <w:proofErr w:type="spellStart"/>
            <w:r w:rsidR="00B417A8">
              <w:t>foodhandling</w:t>
            </w:r>
            <w:proofErr w:type="spellEnd"/>
            <w:r w:rsidR="00B417A8">
              <w:t xml:space="preserve"> and storage</w:t>
            </w:r>
          </w:p>
          <w:p w14:paraId="257AA6BE" w14:textId="77777777" w:rsidR="00560521" w:rsidRPr="00560521" w:rsidRDefault="00560521" w:rsidP="00A4592B">
            <w:pPr>
              <w:pStyle w:val="SIBulletList1"/>
            </w:pPr>
            <w:r w:rsidRPr="00560521">
              <w:t>relationships:</w:t>
            </w:r>
          </w:p>
          <w:p w14:paraId="6D5B90FA" w14:textId="438F59D4" w:rsidR="00560521" w:rsidRPr="00560521" w:rsidRDefault="00B417A8" w:rsidP="00560521">
            <w:pPr>
              <w:pStyle w:val="SIBulletList2"/>
            </w:pPr>
            <w:r>
              <w:t>stakeholders</w:t>
            </w:r>
          </w:p>
          <w:p w14:paraId="5C1C52B9" w14:textId="77777777" w:rsidR="00560521" w:rsidRPr="00560521" w:rsidRDefault="00560521" w:rsidP="00A4592B">
            <w:pPr>
              <w:pStyle w:val="SIBulletList1"/>
            </w:pPr>
            <w:r w:rsidRPr="00560521">
              <w:t xml:space="preserve">timeframes: </w:t>
            </w:r>
          </w:p>
          <w:p w14:paraId="459E5CBF" w14:textId="2DD816E4" w:rsidR="00560521" w:rsidRDefault="00560521" w:rsidP="00560521">
            <w:pPr>
              <w:pStyle w:val="SIBulletList2"/>
            </w:pPr>
            <w:r w:rsidRPr="00560521">
              <w:t>according to time</w:t>
            </w:r>
            <w:r w:rsidR="00B417A8">
              <w:t xml:space="preserve">frames </w:t>
            </w:r>
            <w:r w:rsidRPr="00560521">
              <w:t xml:space="preserve">specified </w:t>
            </w:r>
            <w:r w:rsidR="00B417A8">
              <w:t xml:space="preserve">for </w:t>
            </w:r>
            <w:proofErr w:type="spellStart"/>
            <w:r w:rsidR="00B417A8">
              <w:t>starage</w:t>
            </w:r>
            <w:proofErr w:type="spellEnd"/>
            <w:r w:rsidR="00B417A8">
              <w:t xml:space="preserve"> system.</w:t>
            </w:r>
          </w:p>
          <w:p w14:paraId="55F2F1A8" w14:textId="77777777" w:rsidR="00B417A8" w:rsidRPr="00560521" w:rsidRDefault="00B417A8" w:rsidP="00A4592B">
            <w:pPr>
              <w:pStyle w:val="SIText"/>
            </w:pPr>
          </w:p>
          <w:p w14:paraId="759850B7" w14:textId="3165E1C3" w:rsidR="003B541E" w:rsidRPr="005404CB" w:rsidRDefault="00560521" w:rsidP="003B541E">
            <w:pPr>
              <w:pStyle w:val="SIText"/>
              <w:rPr>
                <w:rFonts w:eastAsia="Calibri"/>
              </w:rPr>
            </w:pPr>
            <w:r w:rsidRPr="005605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BFF41" w14:textId="77777777" w:rsidR="00E731EE" w:rsidRDefault="00E731EE" w:rsidP="00BF3F0A">
      <w:r>
        <w:separator/>
      </w:r>
    </w:p>
    <w:p w14:paraId="18CC5820" w14:textId="77777777" w:rsidR="00E731EE" w:rsidRDefault="00E731EE"/>
  </w:endnote>
  <w:endnote w:type="continuationSeparator" w:id="0">
    <w:p w14:paraId="0ACDE2A8" w14:textId="77777777" w:rsidR="00E731EE" w:rsidRDefault="00E731EE" w:rsidP="00BF3F0A">
      <w:r>
        <w:continuationSeparator/>
      </w:r>
    </w:p>
    <w:p w14:paraId="177D103D" w14:textId="77777777" w:rsidR="00E731EE" w:rsidRDefault="00E731EE"/>
  </w:endnote>
  <w:endnote w:type="continuationNotice" w:id="1">
    <w:p w14:paraId="68A92B3C" w14:textId="77777777" w:rsidR="00E731EE" w:rsidRDefault="00E731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816BF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1D682" w14:textId="77777777" w:rsidR="00E731EE" w:rsidRDefault="00E731EE" w:rsidP="00BF3F0A">
      <w:r>
        <w:separator/>
      </w:r>
    </w:p>
    <w:p w14:paraId="2D8F04FB" w14:textId="77777777" w:rsidR="00E731EE" w:rsidRDefault="00E731EE"/>
  </w:footnote>
  <w:footnote w:type="continuationSeparator" w:id="0">
    <w:p w14:paraId="4F374EC7" w14:textId="77777777" w:rsidR="00E731EE" w:rsidRDefault="00E731EE" w:rsidP="00BF3F0A">
      <w:r>
        <w:continuationSeparator/>
      </w:r>
    </w:p>
    <w:p w14:paraId="17D5FCD1" w14:textId="77777777" w:rsidR="00E731EE" w:rsidRDefault="00E731EE"/>
  </w:footnote>
  <w:footnote w:type="continuationNotice" w:id="1">
    <w:p w14:paraId="3845F555" w14:textId="77777777" w:rsidR="00E731EE" w:rsidRDefault="00E731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BB60339" w:rsidR="009C2650" w:rsidRPr="000754EC" w:rsidRDefault="00A4592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4876" w:rsidRPr="00F94876">
      <w:t xml:space="preserve"> AHCPER407 Design harvesting and storage systems for permaculture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0E3"/>
    <w:multiLevelType w:val="multilevel"/>
    <w:tmpl w:val="63E01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356DD"/>
    <w:multiLevelType w:val="multilevel"/>
    <w:tmpl w:val="327AB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B339CE"/>
    <w:multiLevelType w:val="multilevel"/>
    <w:tmpl w:val="A22AC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C6FC5"/>
    <w:multiLevelType w:val="multilevel"/>
    <w:tmpl w:val="6866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90268D"/>
    <w:multiLevelType w:val="multilevel"/>
    <w:tmpl w:val="568C9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D91333"/>
    <w:multiLevelType w:val="multilevel"/>
    <w:tmpl w:val="65D61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A5107B"/>
    <w:multiLevelType w:val="multilevel"/>
    <w:tmpl w:val="CC00C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1D3BCF"/>
    <w:multiLevelType w:val="multilevel"/>
    <w:tmpl w:val="66A2C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41318C"/>
    <w:multiLevelType w:val="multilevel"/>
    <w:tmpl w:val="185A8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995E75"/>
    <w:multiLevelType w:val="multilevel"/>
    <w:tmpl w:val="E790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C53F8F"/>
    <w:multiLevelType w:val="multilevel"/>
    <w:tmpl w:val="3AAC2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0D6F49"/>
    <w:multiLevelType w:val="multilevel"/>
    <w:tmpl w:val="4A68C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2C027F"/>
    <w:multiLevelType w:val="multilevel"/>
    <w:tmpl w:val="F46A1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360B51"/>
    <w:multiLevelType w:val="multilevel"/>
    <w:tmpl w:val="923C9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43983"/>
    <w:multiLevelType w:val="multilevel"/>
    <w:tmpl w:val="213EA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770F86"/>
    <w:multiLevelType w:val="multilevel"/>
    <w:tmpl w:val="5E962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4C0311"/>
    <w:multiLevelType w:val="multilevel"/>
    <w:tmpl w:val="9A8C7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E84B92"/>
    <w:multiLevelType w:val="multilevel"/>
    <w:tmpl w:val="D1403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4623530">
    <w:abstractNumId w:val="18"/>
  </w:num>
  <w:num w:numId="2" w16cid:durableId="1322732418">
    <w:abstractNumId w:val="11"/>
  </w:num>
  <w:num w:numId="3" w16cid:durableId="829521487">
    <w:abstractNumId w:val="5"/>
  </w:num>
  <w:num w:numId="4" w16cid:durableId="398409215">
    <w:abstractNumId w:val="19"/>
  </w:num>
  <w:num w:numId="5" w16cid:durableId="1747612142">
    <w:abstractNumId w:val="20"/>
  </w:num>
  <w:num w:numId="6" w16cid:durableId="1300189130">
    <w:abstractNumId w:val="6"/>
  </w:num>
  <w:num w:numId="7" w16cid:durableId="1390956489">
    <w:abstractNumId w:val="16"/>
  </w:num>
  <w:num w:numId="8" w16cid:durableId="84541462">
    <w:abstractNumId w:val="9"/>
  </w:num>
  <w:num w:numId="9" w16cid:durableId="1047686272">
    <w:abstractNumId w:val="15"/>
  </w:num>
  <w:num w:numId="10" w16cid:durableId="521436124">
    <w:abstractNumId w:val="22"/>
  </w:num>
  <w:num w:numId="11" w16cid:durableId="378823293">
    <w:abstractNumId w:val="3"/>
  </w:num>
  <w:num w:numId="12" w16cid:durableId="526022773">
    <w:abstractNumId w:val="1"/>
  </w:num>
  <w:num w:numId="13" w16cid:durableId="2106341253">
    <w:abstractNumId w:val="13"/>
  </w:num>
  <w:num w:numId="14" w16cid:durableId="804471483">
    <w:abstractNumId w:val="0"/>
  </w:num>
  <w:num w:numId="15" w16cid:durableId="374474035">
    <w:abstractNumId w:val="12"/>
  </w:num>
  <w:num w:numId="16" w16cid:durableId="1997411946">
    <w:abstractNumId w:val="14"/>
  </w:num>
  <w:num w:numId="17" w16cid:durableId="779690081">
    <w:abstractNumId w:val="21"/>
  </w:num>
  <w:num w:numId="18" w16cid:durableId="453211065">
    <w:abstractNumId w:val="17"/>
  </w:num>
  <w:num w:numId="19" w16cid:durableId="690574287">
    <w:abstractNumId w:val="10"/>
  </w:num>
  <w:num w:numId="20" w16cid:durableId="67203404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714E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0C17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662C1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4E74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0521"/>
    <w:rsid w:val="00564ADD"/>
    <w:rsid w:val="005708EB"/>
    <w:rsid w:val="00575BC6"/>
    <w:rsid w:val="00583902"/>
    <w:rsid w:val="005961F4"/>
    <w:rsid w:val="005A1D70"/>
    <w:rsid w:val="005A3256"/>
    <w:rsid w:val="005A3AA5"/>
    <w:rsid w:val="005A6296"/>
    <w:rsid w:val="005A6C9C"/>
    <w:rsid w:val="005A74DC"/>
    <w:rsid w:val="005B5146"/>
    <w:rsid w:val="005C558F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08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C1C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41D70"/>
    <w:rsid w:val="00A4592B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2EE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35C98"/>
    <w:rsid w:val="00B417A8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E7908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451E"/>
    <w:rsid w:val="00CC5C19"/>
    <w:rsid w:val="00CD4E9D"/>
    <w:rsid w:val="00CD4F4D"/>
    <w:rsid w:val="00CE7D19"/>
    <w:rsid w:val="00CF0CF5"/>
    <w:rsid w:val="00CF2B3E"/>
    <w:rsid w:val="00D0201F"/>
    <w:rsid w:val="00D03685"/>
    <w:rsid w:val="00D03AD4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629"/>
    <w:rsid w:val="00D607DE"/>
    <w:rsid w:val="00D6140B"/>
    <w:rsid w:val="00D632BB"/>
    <w:rsid w:val="00D71E43"/>
    <w:rsid w:val="00D727F3"/>
    <w:rsid w:val="00D73695"/>
    <w:rsid w:val="00D810DE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731EE"/>
    <w:rsid w:val="00E816BF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unhideWhenUsed/>
    <w:locked/>
    <w:rsid w:val="00AA53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A4592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3C8149-9922-4341-93A5-81DFC4A45F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927D2E-932B-4698-8306-041437B6A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d50bbff7-d6dd-47d2-864a-cfdc2c3db0f4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7ee3a392-9fd5-4e44-986b-b11872d0f85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182</TotalTime>
  <Pages>4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8</cp:revision>
  <cp:lastPrinted>2016-05-27T05:21:00Z</cp:lastPrinted>
  <dcterms:created xsi:type="dcterms:W3CDTF">2021-09-14T01:14:00Z</dcterms:created>
  <dcterms:modified xsi:type="dcterms:W3CDTF">2022-05-13T02:49:00Z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